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09F" w:rsidRPr="00A55EC9" w:rsidRDefault="001B209F" w:rsidP="00393A75">
      <w:pPr>
        <w:pStyle w:val="Title"/>
        <w:jc w:val="left"/>
        <w:rPr>
          <w:sz w:val="32"/>
          <w:szCs w:val="32"/>
        </w:rPr>
      </w:pPr>
    </w:p>
    <w:p w:rsidR="001B209F" w:rsidRDefault="001B209F" w:rsidP="007E54D4">
      <w:pPr>
        <w:pStyle w:val="Title"/>
        <w:rPr>
          <w:sz w:val="26"/>
          <w:szCs w:val="26"/>
        </w:rPr>
      </w:pPr>
    </w:p>
    <w:p w:rsidR="001B209F" w:rsidRDefault="001B209F" w:rsidP="007E54D4">
      <w:pPr>
        <w:pStyle w:val="Title"/>
        <w:rPr>
          <w:sz w:val="26"/>
          <w:szCs w:val="26"/>
        </w:rPr>
      </w:pPr>
      <w:r w:rsidRPr="001F3809">
        <w:rPr>
          <w:sz w:val="26"/>
          <w:szCs w:val="26"/>
        </w:rPr>
        <w:object w:dxaOrig="1815" w:dyaOrig="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2.5pt" o:ole="">
            <v:imagedata r:id="rId4" o:title=""/>
          </v:shape>
          <o:OLEObject Type="Embed" ProgID="Paint.Picture" ShapeID="_x0000_i1025" DrawAspect="Content" ObjectID="_1481361176" r:id="rId5"/>
        </w:object>
      </w:r>
      <w:r>
        <w:rPr>
          <w:sz w:val="26"/>
          <w:szCs w:val="26"/>
        </w:rPr>
        <w:t xml:space="preserve">         </w:t>
      </w:r>
    </w:p>
    <w:p w:rsidR="001B209F" w:rsidRPr="001F3809" w:rsidRDefault="001B209F" w:rsidP="007E54D4">
      <w:pPr>
        <w:pStyle w:val="Title"/>
        <w:rPr>
          <w:sz w:val="26"/>
          <w:szCs w:val="26"/>
        </w:rPr>
      </w:pPr>
    </w:p>
    <w:p w:rsidR="001B209F" w:rsidRPr="00685E89" w:rsidRDefault="001B209F" w:rsidP="007E54D4">
      <w:pPr>
        <w:pStyle w:val="Title"/>
        <w:rPr>
          <w:sz w:val="28"/>
          <w:szCs w:val="28"/>
        </w:rPr>
      </w:pPr>
      <w:r w:rsidRPr="00685E89">
        <w:rPr>
          <w:sz w:val="28"/>
          <w:szCs w:val="28"/>
        </w:rPr>
        <w:t>ГОРОДСКОЕ ПОСЕЛЕНИЕ</w:t>
      </w:r>
    </w:p>
    <w:p w:rsidR="001B209F" w:rsidRPr="00685E89" w:rsidRDefault="001B209F" w:rsidP="007E54D4">
      <w:pPr>
        <w:pStyle w:val="Title"/>
        <w:rPr>
          <w:sz w:val="28"/>
          <w:szCs w:val="28"/>
        </w:rPr>
      </w:pPr>
      <w:r w:rsidRPr="00685E89">
        <w:rPr>
          <w:sz w:val="28"/>
          <w:szCs w:val="28"/>
        </w:rPr>
        <w:t xml:space="preserve"> «ГОРОД  ЖИЗДРА»</w:t>
      </w:r>
    </w:p>
    <w:p w:rsidR="001B209F" w:rsidRPr="00685E89" w:rsidRDefault="001B209F" w:rsidP="007E54D4">
      <w:pPr>
        <w:pStyle w:val="Title"/>
        <w:rPr>
          <w:sz w:val="28"/>
          <w:szCs w:val="28"/>
        </w:rPr>
      </w:pPr>
      <w:r w:rsidRPr="00685E89">
        <w:rPr>
          <w:sz w:val="28"/>
          <w:szCs w:val="28"/>
        </w:rPr>
        <w:t>КАЛУЖСКОЙ ОБЛАСТИ</w:t>
      </w:r>
    </w:p>
    <w:p w:rsidR="001B209F" w:rsidRPr="00685E89" w:rsidRDefault="001B209F" w:rsidP="007E54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5E89">
        <w:rPr>
          <w:rFonts w:ascii="Times New Roman" w:hAnsi="Times New Roman" w:cs="Times New Roman"/>
          <w:sz w:val="28"/>
          <w:szCs w:val="28"/>
        </w:rPr>
        <w:t>ГОРОДСКАЯ   ДУМА</w:t>
      </w:r>
    </w:p>
    <w:p w:rsidR="001B209F" w:rsidRPr="00685E89" w:rsidRDefault="001B209F" w:rsidP="007E54D4">
      <w:pPr>
        <w:pStyle w:val="ConsPlusTitle"/>
        <w:widowControl/>
        <w:jc w:val="center"/>
        <w:outlineLvl w:val="0"/>
        <w:rPr>
          <w:rFonts w:cs="Times New Roman"/>
          <w:sz w:val="28"/>
          <w:szCs w:val="28"/>
        </w:rPr>
      </w:pPr>
    </w:p>
    <w:p w:rsidR="001B209F" w:rsidRDefault="001B209F" w:rsidP="007E54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5E89">
        <w:rPr>
          <w:rFonts w:ascii="Times New Roman" w:hAnsi="Times New Roman" w:cs="Times New Roman"/>
          <w:sz w:val="28"/>
          <w:szCs w:val="28"/>
        </w:rPr>
        <w:t>РЕШЕНИЕ</w:t>
      </w:r>
    </w:p>
    <w:p w:rsidR="001B209F" w:rsidRPr="00685E89" w:rsidRDefault="001B209F" w:rsidP="007B1DBA">
      <w:pPr>
        <w:pStyle w:val="ConsPlusTitle"/>
        <w:widowControl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1B209F" w:rsidRPr="00685E89" w:rsidRDefault="001B209F" w:rsidP="007E54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B209F" w:rsidRPr="00685E89" w:rsidRDefault="001B209F" w:rsidP="007B1DBA">
      <w:pPr>
        <w:pStyle w:val="ConsPlusTitle"/>
        <w:widowControl/>
        <w:ind w:left="-900"/>
        <w:jc w:val="both"/>
        <w:rPr>
          <w:rFonts w:ascii="Times New Roman" w:hAnsi="Times New Roman" w:cs="Times New Roman"/>
          <w:sz w:val="28"/>
          <w:szCs w:val="28"/>
        </w:rPr>
      </w:pPr>
      <w:r w:rsidRPr="00685E8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19  декабря   </w:t>
      </w:r>
      <w:r w:rsidRPr="00685E89">
        <w:rPr>
          <w:rFonts w:ascii="Times New Roman" w:hAnsi="Times New Roman" w:cs="Times New Roman"/>
          <w:sz w:val="28"/>
          <w:szCs w:val="28"/>
        </w:rPr>
        <w:t xml:space="preserve">2014 г.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224</w:t>
      </w:r>
    </w:p>
    <w:p w:rsidR="001B209F" w:rsidRPr="00685E89" w:rsidRDefault="001B209F" w:rsidP="007E54D4">
      <w:pPr>
        <w:pStyle w:val="ListParagraph"/>
        <w:ind w:left="0"/>
        <w:rPr>
          <w:b/>
          <w:bCs/>
          <w:sz w:val="28"/>
          <w:szCs w:val="28"/>
        </w:rPr>
      </w:pPr>
    </w:p>
    <w:p w:rsidR="001B209F" w:rsidRDefault="001B209F" w:rsidP="007B1DBA">
      <w:pPr>
        <w:pStyle w:val="ListParagraph"/>
        <w:tabs>
          <w:tab w:val="left" w:pos="5040"/>
        </w:tabs>
        <w:ind w:left="-900" w:right="4135"/>
        <w:jc w:val="both"/>
        <w:rPr>
          <w:b/>
          <w:bCs/>
          <w:sz w:val="28"/>
          <w:szCs w:val="28"/>
        </w:rPr>
      </w:pPr>
      <w:r w:rsidRPr="00631FEF">
        <w:rPr>
          <w:b/>
          <w:bCs/>
          <w:sz w:val="28"/>
          <w:szCs w:val="28"/>
        </w:rPr>
        <w:t xml:space="preserve">О внесении </w:t>
      </w:r>
      <w:r>
        <w:rPr>
          <w:b/>
          <w:bCs/>
          <w:sz w:val="28"/>
          <w:szCs w:val="28"/>
        </w:rPr>
        <w:t xml:space="preserve"> изменений и дополнений в Регламент Городской Думы муниципального образования городское поселение «Город Жиздра»</w:t>
      </w:r>
    </w:p>
    <w:p w:rsidR="001B209F" w:rsidRPr="00631FEF" w:rsidRDefault="001B209F" w:rsidP="00772E9A">
      <w:pPr>
        <w:pStyle w:val="ListParagraph"/>
        <w:tabs>
          <w:tab w:val="left" w:pos="5040"/>
        </w:tabs>
        <w:ind w:left="0" w:right="4135"/>
        <w:jc w:val="both"/>
        <w:rPr>
          <w:b/>
          <w:bCs/>
          <w:sz w:val="28"/>
          <w:szCs w:val="28"/>
        </w:rPr>
      </w:pPr>
    </w:p>
    <w:p w:rsidR="001B209F" w:rsidRDefault="001B209F" w:rsidP="00504F14">
      <w:pPr>
        <w:pStyle w:val="ListParagraph"/>
        <w:ind w:left="-90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Внести следующие изменения и дополнения в Решение Городской Думы № 71 от 08 ноября 2011 года: </w:t>
      </w:r>
    </w:p>
    <w:p w:rsidR="001B209F" w:rsidRDefault="001B209F" w:rsidP="00772E9A">
      <w:pPr>
        <w:pStyle w:val="ListParagraph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>1. Пункт   10   статьи   4   дополнить   подпунктом   10.4   следующего   содержания:</w:t>
      </w:r>
    </w:p>
    <w:p w:rsidR="001B209F" w:rsidRDefault="001B209F" w:rsidP="00504F14">
      <w:pPr>
        <w:pStyle w:val="ListParagraph"/>
        <w:ind w:left="-90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«10.4) Проекты нормативных правовых актов, включенные в проект повестки заседания Городской Думы городского поселения «Город Жиздра», подписанный Главой муниципального образования, не позднее чем за 3 дня до данного заседания направляются в прокуратуру Жиздринского района».</w:t>
      </w:r>
    </w:p>
    <w:p w:rsidR="001B209F" w:rsidRDefault="001B209F" w:rsidP="00772E9A">
      <w:pPr>
        <w:pStyle w:val="ListParagraph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>2.Пункт  11 статьи  4  дополнить  подпунктом  11.9  следующего  содержания:</w:t>
      </w:r>
    </w:p>
    <w:p w:rsidR="001B209F" w:rsidRDefault="001B209F" w:rsidP="00504F14">
      <w:pPr>
        <w:pStyle w:val="ListParagraph"/>
        <w:ind w:left="-90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«11.9  Нормативные правовые акты направляются в прокуратуру Жиздринского района на бумажном носителе за подписью Главы муниципального образования не позднее 5 дней с момента принятия».</w:t>
      </w:r>
    </w:p>
    <w:p w:rsidR="001B209F" w:rsidRDefault="001B209F" w:rsidP="00A85321">
      <w:pPr>
        <w:pStyle w:val="ListParagraph"/>
        <w:ind w:left="-54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Решение вступает в силу со дня его официального опубликования. </w:t>
      </w:r>
    </w:p>
    <w:p w:rsidR="001B209F" w:rsidRDefault="001B209F" w:rsidP="00A85321">
      <w:pPr>
        <w:pStyle w:val="ListParagraph"/>
        <w:ind w:left="-540" w:hanging="180"/>
        <w:jc w:val="both"/>
        <w:rPr>
          <w:sz w:val="28"/>
          <w:szCs w:val="28"/>
        </w:rPr>
      </w:pPr>
    </w:p>
    <w:p w:rsidR="001B209F" w:rsidRDefault="001B209F" w:rsidP="00A85321">
      <w:pPr>
        <w:pStyle w:val="ListParagraph"/>
        <w:ind w:left="-540" w:hanging="180"/>
        <w:jc w:val="both"/>
        <w:rPr>
          <w:sz w:val="28"/>
          <w:szCs w:val="28"/>
        </w:rPr>
      </w:pPr>
    </w:p>
    <w:p w:rsidR="001B209F" w:rsidRDefault="001B209F" w:rsidP="00A85321">
      <w:pPr>
        <w:pStyle w:val="ListParagraph"/>
        <w:ind w:left="-54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B209F" w:rsidRPr="00685E89" w:rsidRDefault="001B209F" w:rsidP="00772E9A">
      <w:pPr>
        <w:pStyle w:val="ListParagraph"/>
        <w:ind w:left="-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209F" w:rsidRPr="00685E89" w:rsidRDefault="001B209F" w:rsidP="007E54D4">
      <w:pPr>
        <w:pStyle w:val="ListParagraph"/>
        <w:ind w:left="0"/>
        <w:jc w:val="both"/>
        <w:rPr>
          <w:sz w:val="28"/>
          <w:szCs w:val="28"/>
        </w:rPr>
      </w:pPr>
    </w:p>
    <w:p w:rsidR="001B209F" w:rsidRPr="00685E89" w:rsidRDefault="001B209F" w:rsidP="007E54D4">
      <w:pPr>
        <w:pStyle w:val="ListParagraph"/>
        <w:ind w:left="0"/>
        <w:jc w:val="both"/>
        <w:rPr>
          <w:b/>
          <w:bCs/>
          <w:sz w:val="28"/>
          <w:szCs w:val="28"/>
        </w:rPr>
      </w:pPr>
      <w:r w:rsidRPr="00685E89">
        <w:rPr>
          <w:b/>
          <w:bCs/>
          <w:sz w:val="28"/>
          <w:szCs w:val="28"/>
        </w:rPr>
        <w:t>Глава городского поселения</w:t>
      </w:r>
    </w:p>
    <w:p w:rsidR="001B209F" w:rsidRPr="00685E89" w:rsidRDefault="001B209F" w:rsidP="007E54D4">
      <w:pPr>
        <w:pStyle w:val="ListParagraph"/>
        <w:ind w:left="0"/>
        <w:jc w:val="both"/>
        <w:rPr>
          <w:b/>
          <w:bCs/>
          <w:sz w:val="28"/>
          <w:szCs w:val="28"/>
        </w:rPr>
      </w:pPr>
      <w:r w:rsidRPr="00685E89">
        <w:rPr>
          <w:b/>
          <w:bCs/>
          <w:sz w:val="28"/>
          <w:szCs w:val="28"/>
        </w:rPr>
        <w:t>«Город Жиздра»                                                                            М.М. Сергунов</w:t>
      </w:r>
    </w:p>
    <w:p w:rsidR="001B209F" w:rsidRPr="00685E89" w:rsidRDefault="001B209F" w:rsidP="007E54D4">
      <w:pPr>
        <w:rPr>
          <w:sz w:val="28"/>
          <w:szCs w:val="28"/>
        </w:rPr>
      </w:pPr>
    </w:p>
    <w:p w:rsidR="001B209F" w:rsidRDefault="001B209F" w:rsidP="007E54D4"/>
    <w:p w:rsidR="001B209F" w:rsidRDefault="001B209F" w:rsidP="007E54D4"/>
    <w:p w:rsidR="001B209F" w:rsidRDefault="001B209F"/>
    <w:sectPr w:rsidR="001B209F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4D4"/>
    <w:rsid w:val="00000874"/>
    <w:rsid w:val="0000792A"/>
    <w:rsid w:val="000163D9"/>
    <w:rsid w:val="000368F9"/>
    <w:rsid w:val="000A4E0E"/>
    <w:rsid w:val="000A66B6"/>
    <w:rsid w:val="000B5BD5"/>
    <w:rsid w:val="000C3A7A"/>
    <w:rsid w:val="000C4DBF"/>
    <w:rsid w:val="00111ED6"/>
    <w:rsid w:val="00144434"/>
    <w:rsid w:val="001B209F"/>
    <w:rsid w:val="001D4CEE"/>
    <w:rsid w:val="001F3809"/>
    <w:rsid w:val="002017EE"/>
    <w:rsid w:val="0020351D"/>
    <w:rsid w:val="0024516C"/>
    <w:rsid w:val="0025076F"/>
    <w:rsid w:val="00254241"/>
    <w:rsid w:val="00283DF7"/>
    <w:rsid w:val="00293D9B"/>
    <w:rsid w:val="002A12F8"/>
    <w:rsid w:val="002C0F62"/>
    <w:rsid w:val="003215B2"/>
    <w:rsid w:val="003332A8"/>
    <w:rsid w:val="0034352E"/>
    <w:rsid w:val="003806F8"/>
    <w:rsid w:val="003936CB"/>
    <w:rsid w:val="00393A75"/>
    <w:rsid w:val="003B775A"/>
    <w:rsid w:val="003C21FC"/>
    <w:rsid w:val="003D2D25"/>
    <w:rsid w:val="003E7DEB"/>
    <w:rsid w:val="003F6DDD"/>
    <w:rsid w:val="00420DBA"/>
    <w:rsid w:val="00435819"/>
    <w:rsid w:val="0047664F"/>
    <w:rsid w:val="004B4470"/>
    <w:rsid w:val="004D34C0"/>
    <w:rsid w:val="00504F14"/>
    <w:rsid w:val="00512B48"/>
    <w:rsid w:val="00533667"/>
    <w:rsid w:val="005478C3"/>
    <w:rsid w:val="005545A2"/>
    <w:rsid w:val="00587EBC"/>
    <w:rsid w:val="005B0BC4"/>
    <w:rsid w:val="005C0231"/>
    <w:rsid w:val="005C675F"/>
    <w:rsid w:val="005F4E75"/>
    <w:rsid w:val="006140CB"/>
    <w:rsid w:val="00621D56"/>
    <w:rsid w:val="00631FEF"/>
    <w:rsid w:val="00650437"/>
    <w:rsid w:val="00671F4D"/>
    <w:rsid w:val="00677DC2"/>
    <w:rsid w:val="00685E89"/>
    <w:rsid w:val="006A334F"/>
    <w:rsid w:val="006F432C"/>
    <w:rsid w:val="006F5B70"/>
    <w:rsid w:val="007424B1"/>
    <w:rsid w:val="0076260D"/>
    <w:rsid w:val="00772E9A"/>
    <w:rsid w:val="00777F4A"/>
    <w:rsid w:val="007A4CF2"/>
    <w:rsid w:val="007B1DBA"/>
    <w:rsid w:val="007C0EA6"/>
    <w:rsid w:val="007E216F"/>
    <w:rsid w:val="007E54D4"/>
    <w:rsid w:val="00816B53"/>
    <w:rsid w:val="00823763"/>
    <w:rsid w:val="008247E7"/>
    <w:rsid w:val="00827DF7"/>
    <w:rsid w:val="00837CC0"/>
    <w:rsid w:val="00872AD3"/>
    <w:rsid w:val="00882247"/>
    <w:rsid w:val="008A2208"/>
    <w:rsid w:val="008A59DD"/>
    <w:rsid w:val="008E35A8"/>
    <w:rsid w:val="009132EB"/>
    <w:rsid w:val="009314FB"/>
    <w:rsid w:val="009324F8"/>
    <w:rsid w:val="0093769C"/>
    <w:rsid w:val="009542F5"/>
    <w:rsid w:val="009B71AB"/>
    <w:rsid w:val="009C7F04"/>
    <w:rsid w:val="009E04EA"/>
    <w:rsid w:val="009F0925"/>
    <w:rsid w:val="00A15515"/>
    <w:rsid w:val="00A55EC9"/>
    <w:rsid w:val="00A746E4"/>
    <w:rsid w:val="00A85321"/>
    <w:rsid w:val="00AE5C8F"/>
    <w:rsid w:val="00AF0363"/>
    <w:rsid w:val="00B041D2"/>
    <w:rsid w:val="00B10F96"/>
    <w:rsid w:val="00B256E2"/>
    <w:rsid w:val="00B54427"/>
    <w:rsid w:val="00B859E1"/>
    <w:rsid w:val="00BA120B"/>
    <w:rsid w:val="00BF7F51"/>
    <w:rsid w:val="00C1655A"/>
    <w:rsid w:val="00C84C89"/>
    <w:rsid w:val="00C85475"/>
    <w:rsid w:val="00C93B8B"/>
    <w:rsid w:val="00CA4D47"/>
    <w:rsid w:val="00CC5935"/>
    <w:rsid w:val="00CE16BE"/>
    <w:rsid w:val="00D43C75"/>
    <w:rsid w:val="00D61736"/>
    <w:rsid w:val="00D830E2"/>
    <w:rsid w:val="00DC00C6"/>
    <w:rsid w:val="00E04E8E"/>
    <w:rsid w:val="00E05C6A"/>
    <w:rsid w:val="00E1414A"/>
    <w:rsid w:val="00E32E8A"/>
    <w:rsid w:val="00E36D36"/>
    <w:rsid w:val="00EA0826"/>
    <w:rsid w:val="00EE51A4"/>
    <w:rsid w:val="00F40A15"/>
    <w:rsid w:val="00F96387"/>
    <w:rsid w:val="00FE0D03"/>
    <w:rsid w:val="00FE1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4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54D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E54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E54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7E54D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7E54D4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2</Pages>
  <Words>196</Words>
  <Characters>1120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2014-12-19T11:14:00Z</cp:lastPrinted>
  <dcterms:created xsi:type="dcterms:W3CDTF">2014-08-28T08:53:00Z</dcterms:created>
  <dcterms:modified xsi:type="dcterms:W3CDTF">2014-12-29T09:27:00Z</dcterms:modified>
</cp:coreProperties>
</file>